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C7A" w:rsidRPr="00B52204" w:rsidRDefault="00322C7A" w:rsidP="00DB1EEB">
      <w:pPr>
        <w:tabs>
          <w:tab w:val="left" w:pos="2549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B52204">
        <w:rPr>
          <w:sz w:val="24"/>
          <w:szCs w:val="24"/>
        </w:rPr>
        <w:t xml:space="preserve">Приложение </w:t>
      </w:r>
    </w:p>
    <w:p w:rsidR="00322C7A" w:rsidRPr="00B52204" w:rsidRDefault="00322C7A" w:rsidP="00DB1EEB">
      <w:pPr>
        <w:tabs>
          <w:tab w:val="left" w:pos="2549"/>
        </w:tabs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</w:t>
      </w:r>
      <w:r w:rsidRPr="00B52204">
        <w:rPr>
          <w:sz w:val="24"/>
          <w:szCs w:val="24"/>
        </w:rPr>
        <w:t xml:space="preserve">к постановлению </w:t>
      </w:r>
      <w:r>
        <w:rPr>
          <w:sz w:val="24"/>
          <w:szCs w:val="24"/>
        </w:rPr>
        <w:t>главы</w:t>
      </w:r>
      <w:r w:rsidRPr="00B52204">
        <w:rPr>
          <w:sz w:val="24"/>
          <w:szCs w:val="24"/>
        </w:rPr>
        <w:t xml:space="preserve"> Октябрьского района </w:t>
      </w:r>
    </w:p>
    <w:p w:rsidR="00322C7A" w:rsidRDefault="00322C7A" w:rsidP="00DB1EEB">
      <w:pPr>
        <w:tabs>
          <w:tab w:val="left" w:pos="2549"/>
        </w:tabs>
        <w:jc w:val="right"/>
        <w:rPr>
          <w:sz w:val="24"/>
          <w:szCs w:val="24"/>
        </w:rPr>
      </w:pPr>
      <w:r w:rsidRPr="00B52204">
        <w:rPr>
          <w:sz w:val="24"/>
          <w:szCs w:val="24"/>
        </w:rPr>
        <w:t>от «</w:t>
      </w:r>
      <w:r>
        <w:rPr>
          <w:sz w:val="24"/>
          <w:szCs w:val="24"/>
          <w:u w:val="single"/>
        </w:rPr>
        <w:t>31</w:t>
      </w:r>
      <w:r w:rsidRPr="00B52204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марта</w:t>
      </w:r>
      <w:r w:rsidRPr="00B52204">
        <w:rPr>
          <w:sz w:val="24"/>
          <w:szCs w:val="24"/>
        </w:rPr>
        <w:t xml:space="preserve"> 201</w:t>
      </w:r>
      <w:r>
        <w:rPr>
          <w:sz w:val="24"/>
          <w:szCs w:val="24"/>
        </w:rPr>
        <w:t xml:space="preserve">5г. № </w:t>
      </w:r>
      <w:r>
        <w:rPr>
          <w:sz w:val="24"/>
          <w:szCs w:val="24"/>
          <w:u w:val="single"/>
        </w:rPr>
        <w:t>36</w:t>
      </w:r>
    </w:p>
    <w:p w:rsidR="00322C7A" w:rsidRDefault="00322C7A" w:rsidP="00DB1EEB">
      <w:pPr>
        <w:tabs>
          <w:tab w:val="left" w:pos="2549"/>
        </w:tabs>
        <w:jc w:val="right"/>
        <w:rPr>
          <w:sz w:val="24"/>
          <w:szCs w:val="24"/>
        </w:rPr>
      </w:pPr>
    </w:p>
    <w:p w:rsidR="00322C7A" w:rsidRDefault="00322C7A" w:rsidP="00DB1EEB">
      <w:pPr>
        <w:tabs>
          <w:tab w:val="left" w:pos="2549"/>
        </w:tabs>
        <w:jc w:val="right"/>
        <w:rPr>
          <w:sz w:val="24"/>
          <w:szCs w:val="24"/>
        </w:rPr>
      </w:pPr>
    </w:p>
    <w:p w:rsidR="00322C7A" w:rsidRPr="00515B81" w:rsidRDefault="00322C7A" w:rsidP="00DB1EEB">
      <w:pPr>
        <w:tabs>
          <w:tab w:val="left" w:pos="2549"/>
        </w:tabs>
        <w:jc w:val="center"/>
        <w:rPr>
          <w:b/>
          <w:sz w:val="24"/>
          <w:szCs w:val="24"/>
        </w:rPr>
      </w:pPr>
      <w:r w:rsidRPr="00515B81">
        <w:rPr>
          <w:b/>
          <w:sz w:val="24"/>
          <w:szCs w:val="24"/>
        </w:rPr>
        <w:t>ПЛАН</w:t>
      </w:r>
    </w:p>
    <w:p w:rsidR="00322C7A" w:rsidRPr="00515B81" w:rsidRDefault="00322C7A" w:rsidP="00DB1EEB">
      <w:pPr>
        <w:tabs>
          <w:tab w:val="left" w:pos="2549"/>
        </w:tabs>
        <w:jc w:val="center"/>
        <w:rPr>
          <w:b/>
          <w:sz w:val="24"/>
          <w:szCs w:val="24"/>
        </w:rPr>
      </w:pPr>
      <w:r w:rsidRPr="00515B81">
        <w:rPr>
          <w:b/>
          <w:sz w:val="24"/>
          <w:szCs w:val="24"/>
        </w:rPr>
        <w:t>МЕРОПРИЯТИЙ ПО ОХРАНЕ НАСЕЛЕННЫХ ПУНКТОВ</w:t>
      </w:r>
    </w:p>
    <w:p w:rsidR="00322C7A" w:rsidRDefault="00322C7A" w:rsidP="00DB1EEB">
      <w:pPr>
        <w:tabs>
          <w:tab w:val="left" w:pos="2535"/>
        </w:tabs>
        <w:jc w:val="center"/>
        <w:rPr>
          <w:b/>
          <w:sz w:val="24"/>
          <w:szCs w:val="24"/>
        </w:rPr>
      </w:pPr>
      <w:r w:rsidRPr="00515B81">
        <w:rPr>
          <w:b/>
          <w:sz w:val="24"/>
          <w:szCs w:val="24"/>
        </w:rPr>
        <w:t>ОКТЯБРЬ</w:t>
      </w:r>
      <w:r>
        <w:rPr>
          <w:b/>
          <w:sz w:val="24"/>
          <w:szCs w:val="24"/>
        </w:rPr>
        <w:t xml:space="preserve">СКОГО РАЙОНА ОТ ЛЕСНЫХ ПОЖАРОВ </w:t>
      </w:r>
    </w:p>
    <w:tbl>
      <w:tblPr>
        <w:tblW w:w="1494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7740"/>
        <w:gridCol w:w="4680"/>
        <w:gridCol w:w="1980"/>
      </w:tblGrid>
      <w:tr w:rsidR="00322C7A" w:rsidRPr="00695AC7" w:rsidTr="00722C80">
        <w:trPr>
          <w:trHeight w:val="83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Pr="00EF6F0E" w:rsidRDefault="00322C7A" w:rsidP="00722C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2C7A" w:rsidRPr="00EF6F0E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F0E">
              <w:rPr>
                <w:rFonts w:ascii="Times New Roman" w:hAnsi="Times New Roman" w:cs="Times New Roman"/>
                <w:b/>
                <w:sz w:val="24"/>
                <w:szCs w:val="24"/>
              </w:rPr>
              <w:t>№ п\п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Pr="00EF6F0E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2C7A" w:rsidRPr="00EF6F0E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F0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Pr="00EF6F0E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Исполнители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Pr="00EF6F0E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 исполнения</w:t>
            </w:r>
          </w:p>
        </w:tc>
      </w:tr>
      <w:tr w:rsidR="00322C7A" w:rsidRPr="00695AC7" w:rsidTr="00722C80">
        <w:trPr>
          <w:trHeight w:val="4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Pr="00EF6F0E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Pr="00EF6F0E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Pr="00EF6F0E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Pr="00EF6F0E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322C7A" w:rsidRPr="00695AC7" w:rsidTr="00722C80">
        <w:trPr>
          <w:trHeight w:val="12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Pr="00841E8F" w:rsidRDefault="00322C7A" w:rsidP="00722C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заседания Комиссии по предупреждению и ликвидации чрезвычайных ситуаций и обеспечению пожарной безопасности Октябрьского района «О подготовке населенных пунктов Октябрьского района к пожароопасному сезону»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Pr="00841E8F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гражданской защиты населения администрации Октябрьского района (далее- ОГЗН района)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Pr="00841E8F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322C7A" w:rsidRPr="00695AC7" w:rsidTr="00722C80">
        <w:trPr>
          <w:trHeight w:val="159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Default="00322C7A" w:rsidP="00722C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Подготовка, рассмотрение, согласование, утверждение подробных оперативных планов по предупреждению и тушению лесных пожаров.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Территориальный отдел «Октябрьское лесничество»</w:t>
            </w:r>
          </w:p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-  ТО «Октябрьское лесничество» </w:t>
            </w:r>
          </w:p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 согласованию), </w:t>
            </w:r>
          </w:p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городских и сельских поселений в границах Октябрьского района (далее - Администрации городских и сельских поселений) (по согласованию)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:rsidR="00322C7A" w:rsidRPr="00841E8F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 апреля</w:t>
            </w:r>
          </w:p>
        </w:tc>
      </w:tr>
      <w:tr w:rsidR="00322C7A" w:rsidRPr="00695AC7" w:rsidTr="00722C80">
        <w:trPr>
          <w:trHeight w:val="15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Default="00322C7A" w:rsidP="00722C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Обеспечивать контроль над производством по выжиганию сухой растительности. При подготовке к проведению контролируемого выжигания сухой растительности, согласовывать действия с подразделениями филиала КУ</w:t>
            </w:r>
            <w:r w:rsidRPr="00841E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ХМАО – </w:t>
            </w:r>
            <w:r w:rsidRPr="00841E8F">
              <w:rPr>
                <w:rFonts w:ascii="Times New Roman" w:hAnsi="Times New Roman" w:cs="Times New Roman"/>
                <w:sz w:val="24"/>
                <w:szCs w:val="24"/>
              </w:rPr>
              <w:t xml:space="preserve">Югры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41E8F">
              <w:rPr>
                <w:rFonts w:ascii="Times New Roman" w:hAnsi="Times New Roman" w:cs="Times New Roman"/>
                <w:sz w:val="24"/>
                <w:szCs w:val="24"/>
              </w:rPr>
              <w:t>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оспас-Югория» по Октябрьскому району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BCC">
              <w:rPr>
                <w:rFonts w:ascii="Times New Roman" w:hAnsi="Times New Roman" w:cs="Times New Roman"/>
                <w:sz w:val="24"/>
                <w:szCs w:val="24"/>
              </w:rPr>
              <w:t>ТО «Октябрьское лесничество»</w:t>
            </w:r>
          </w:p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согласованию),</w:t>
            </w:r>
          </w:p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городских и сельских поселений (по согласованию)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Pr="00841E8F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пожаро</w:t>
            </w:r>
            <w:r w:rsidRPr="00695AC7">
              <w:rPr>
                <w:rFonts w:ascii="Times New Roman" w:hAnsi="Times New Roman" w:cs="Times New Roman"/>
                <w:sz w:val="24"/>
                <w:szCs w:val="24"/>
              </w:rPr>
              <w:t xml:space="preserve">опасный  </w:t>
            </w:r>
            <w:r w:rsidRPr="00695AC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322C7A" w:rsidRPr="00695AC7" w:rsidTr="00722C80">
        <w:trPr>
          <w:trHeight w:val="70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Pr="00695AC7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4.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Pr="00A76AE0" w:rsidRDefault="00322C7A" w:rsidP="00722C8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AE0">
              <w:rPr>
                <w:rFonts w:ascii="Times New Roman" w:hAnsi="Times New Roman" w:cs="Times New Roman"/>
                <w:sz w:val="24"/>
                <w:szCs w:val="24"/>
              </w:rPr>
              <w:t>Организов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ыв</w:t>
            </w:r>
            <w:r w:rsidRPr="00A76AE0">
              <w:rPr>
                <w:rFonts w:ascii="Times New Roman" w:hAnsi="Times New Roman" w:cs="Times New Roman"/>
                <w:sz w:val="24"/>
                <w:szCs w:val="24"/>
              </w:rPr>
              <w:t>ать проведение противопожарной пропаганды и обучение населения мерам пожарной безопасности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 «Октябрьское лесничество» </w:t>
            </w:r>
          </w:p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 согласованию), </w:t>
            </w:r>
          </w:p>
          <w:p w:rsidR="00322C7A" w:rsidRPr="00695AC7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городских</w:t>
            </w:r>
            <w:r w:rsidRPr="00695AC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Pr="00695AC7">
              <w:rPr>
                <w:rFonts w:ascii="Times New Roman" w:hAnsi="Times New Roman" w:cs="Times New Roman"/>
                <w:sz w:val="24"/>
                <w:szCs w:val="24"/>
              </w:rPr>
              <w:t xml:space="preserve">поселений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Pr="00695AC7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пожаро</w:t>
            </w:r>
            <w:r w:rsidRPr="00695AC7">
              <w:rPr>
                <w:rFonts w:ascii="Times New Roman" w:hAnsi="Times New Roman" w:cs="Times New Roman"/>
                <w:sz w:val="24"/>
                <w:szCs w:val="24"/>
              </w:rPr>
              <w:t xml:space="preserve">опасный  </w:t>
            </w:r>
            <w:r w:rsidRPr="00695AC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322C7A" w:rsidRPr="00695AC7" w:rsidTr="00722C80">
        <w:trPr>
          <w:trHeight w:val="154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Default="00322C7A" w:rsidP="00722C8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целях предупреждения возникновения чрезвычайной ситуации в лесах и стабилизации лесопожарной обстановки при повышении класса пожарной обстановки, своевременно информировать администрации городских и сельских поселений о запрещении или ограничении пребывания граждан в лесах</w:t>
            </w:r>
          </w:p>
          <w:p w:rsidR="00322C7A" w:rsidRPr="00A76AE0" w:rsidRDefault="00322C7A" w:rsidP="00722C8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 «Октябрьское лесничество»</w:t>
            </w:r>
          </w:p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E8F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ОГЗН района, единая дежурно-диспетчерская служба Октябрьского района (далее – ЕДДС района)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пожаро</w:t>
            </w:r>
            <w:r w:rsidRPr="00695AC7">
              <w:rPr>
                <w:rFonts w:ascii="Times New Roman" w:hAnsi="Times New Roman" w:cs="Times New Roman"/>
                <w:sz w:val="24"/>
                <w:szCs w:val="24"/>
              </w:rPr>
              <w:t xml:space="preserve">опасный  </w:t>
            </w:r>
            <w:r w:rsidRPr="00695AC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322C7A" w:rsidRPr="00695AC7" w:rsidTr="00722C80">
        <w:trPr>
          <w:trHeight w:val="154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Default="00322C7A" w:rsidP="00722C8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Обеспечивать координацию действий заинтересованных организаций при проведении мероприятий по борьбе с лесными пожарами на землях городских и сельских поселений, повышать контроль и требовательность в части выделения пожарной техники и людских ресурсов для борьбы с пожарами</w:t>
            </w:r>
          </w:p>
          <w:p w:rsidR="00322C7A" w:rsidRDefault="00322C7A" w:rsidP="00722C8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городских и сельских поселений района </w:t>
            </w:r>
            <w:r w:rsidRPr="00841E8F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ОГЗН района, ЕДДС района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пожаро</w:t>
            </w:r>
            <w:r w:rsidRPr="00695AC7">
              <w:rPr>
                <w:rFonts w:ascii="Times New Roman" w:hAnsi="Times New Roman" w:cs="Times New Roman"/>
                <w:sz w:val="24"/>
                <w:szCs w:val="24"/>
              </w:rPr>
              <w:t xml:space="preserve">опасный  </w:t>
            </w:r>
            <w:r w:rsidRPr="00695AC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322C7A" w:rsidRPr="00695AC7" w:rsidTr="00722C80">
        <w:trPr>
          <w:trHeight w:val="146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Pr="00695AC7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Pr="00A76AE0" w:rsidRDefault="00322C7A" w:rsidP="00722C8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Обеспечивать нормативное</w:t>
            </w:r>
            <w:r w:rsidRPr="00A76AE0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76AE0">
              <w:rPr>
                <w:rFonts w:ascii="Times New Roman" w:hAnsi="Times New Roman" w:cs="Times New Roman"/>
                <w:sz w:val="24"/>
                <w:szCs w:val="24"/>
              </w:rPr>
              <w:t xml:space="preserve"> противопожарных барьеров, минерализованных полос вокруг объектов и населенных пунктов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при необходимости принимать меры по устранению выявленных недостатков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 «Октябрьское лесничество»</w:t>
            </w:r>
          </w:p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 согласованию), </w:t>
            </w:r>
          </w:p>
          <w:p w:rsidR="00322C7A" w:rsidRPr="00695AC7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городских</w:t>
            </w:r>
            <w:r w:rsidRPr="00695AC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сельских поселений района (по согласованию)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Pr="00695AC7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пожаро</w:t>
            </w:r>
            <w:r w:rsidRPr="00695AC7">
              <w:rPr>
                <w:rFonts w:ascii="Times New Roman" w:hAnsi="Times New Roman" w:cs="Times New Roman"/>
                <w:sz w:val="24"/>
                <w:szCs w:val="24"/>
              </w:rPr>
              <w:t xml:space="preserve">опасный  </w:t>
            </w:r>
            <w:r w:rsidRPr="00695AC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322C7A" w:rsidRPr="00695AC7" w:rsidTr="00722C80">
        <w:trPr>
          <w:trHeight w:val="155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Pr="00A76AE0" w:rsidRDefault="00322C7A" w:rsidP="00722C8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корректировку Планов</w:t>
            </w:r>
            <w:r w:rsidRPr="00A76AE0">
              <w:rPr>
                <w:rFonts w:ascii="Times New Roman" w:hAnsi="Times New Roman" w:cs="Times New Roman"/>
                <w:sz w:val="24"/>
                <w:szCs w:val="24"/>
              </w:rPr>
              <w:t xml:space="preserve"> эвакуации населения, животных и материальных ценностей на случай угрозы пожара из каждого населенного пункта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182A">
              <w:rPr>
                <w:rFonts w:ascii="Times New Roman" w:hAnsi="Times New Roman" w:cs="Times New Roman"/>
                <w:sz w:val="24"/>
                <w:szCs w:val="24"/>
              </w:rPr>
              <w:t>Пров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одить</w:t>
            </w:r>
            <w:r w:rsidRPr="0033182A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 мер по подготовке населения к экстренной эвакуации в безопасные районы, установить и довести до каждого жителя сигналы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оповещения </w:t>
            </w:r>
            <w:r w:rsidRPr="0033182A">
              <w:rPr>
                <w:rFonts w:ascii="Times New Roman" w:hAnsi="Times New Roman" w:cs="Times New Roman"/>
                <w:sz w:val="24"/>
                <w:szCs w:val="24"/>
              </w:rPr>
              <w:t>об экстренной эвак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уации и порядок действия по ним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41E8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министрации городских и </w:t>
            </w:r>
            <w:r w:rsidRPr="00841E8F">
              <w:rPr>
                <w:rFonts w:ascii="Times New Roman" w:hAnsi="Times New Roman" w:cs="Times New Roman"/>
                <w:sz w:val="24"/>
                <w:szCs w:val="24"/>
              </w:rPr>
              <w:t>сельских поселений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(по согласованию)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Pr="00695AC7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начала пожароопасного периода</w:t>
            </w:r>
          </w:p>
        </w:tc>
      </w:tr>
      <w:tr w:rsidR="00322C7A" w:rsidRPr="00695AC7" w:rsidTr="00722C80">
        <w:trPr>
          <w:trHeight w:val="107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Pr="00A76AE0" w:rsidRDefault="00322C7A" w:rsidP="00722C8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AE0">
              <w:rPr>
                <w:rFonts w:ascii="Times New Roman" w:hAnsi="Times New Roman" w:cs="Times New Roman"/>
                <w:sz w:val="24"/>
                <w:szCs w:val="24"/>
              </w:rPr>
              <w:t>Пров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одить</w:t>
            </w:r>
            <w:r w:rsidRPr="00A76AE0">
              <w:rPr>
                <w:rFonts w:ascii="Times New Roman" w:hAnsi="Times New Roman" w:cs="Times New Roman"/>
                <w:sz w:val="24"/>
                <w:szCs w:val="24"/>
              </w:rPr>
              <w:t xml:space="preserve"> проверки состояния вертолетных площадок в населенных пунктах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Октябрьского</w:t>
            </w:r>
            <w:r w:rsidRPr="00A76AE0">
              <w:rPr>
                <w:rFonts w:ascii="Times New Roman" w:hAnsi="Times New Roman" w:cs="Times New Roman"/>
                <w:sz w:val="24"/>
                <w:szCs w:val="24"/>
              </w:rPr>
              <w:t xml:space="preserve"> района  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транспорта и </w:t>
            </w:r>
            <w:r w:rsidRPr="00841E8F">
              <w:rPr>
                <w:rFonts w:ascii="Times New Roman" w:hAnsi="Times New Roman" w:cs="Times New Roman"/>
                <w:sz w:val="24"/>
                <w:szCs w:val="24"/>
              </w:rPr>
              <w:t xml:space="preserve">связи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Октябрьского района,</w:t>
            </w:r>
          </w:p>
          <w:p w:rsidR="00322C7A" w:rsidRPr="00DB1EEB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городских и </w:t>
            </w:r>
            <w:r w:rsidRPr="00841E8F"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ьских поселений района (по согласованию)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Pr="00841E8F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начала пожароопасного периода</w:t>
            </w:r>
          </w:p>
        </w:tc>
      </w:tr>
      <w:tr w:rsidR="00322C7A" w:rsidRPr="00695AC7" w:rsidTr="00722C80">
        <w:trPr>
          <w:trHeight w:val="109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Pr="00A76AE0" w:rsidRDefault="00322C7A" w:rsidP="00722C8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AE0">
              <w:rPr>
                <w:rFonts w:ascii="Times New Roman" w:hAnsi="Times New Roman" w:cs="Times New Roman"/>
                <w:sz w:val="24"/>
                <w:szCs w:val="24"/>
              </w:rPr>
              <w:t>Подгот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76AE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A76AE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Pr="00A76AE0">
              <w:rPr>
                <w:rFonts w:ascii="Times New Roman" w:hAnsi="Times New Roman" w:cs="Times New Roman"/>
                <w:sz w:val="24"/>
                <w:szCs w:val="24"/>
              </w:rPr>
              <w:t>ть информацию о противопожарном состоянии населенных пунктов и объектов экономики, подверженных лесным пожарам, и направ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лять данную информацию в КЧС и ОПБ </w:t>
            </w:r>
            <w:r w:rsidRPr="00A76AE0">
              <w:rPr>
                <w:rFonts w:ascii="Times New Roman" w:hAnsi="Times New Roman" w:cs="Times New Roman"/>
                <w:sz w:val="24"/>
                <w:szCs w:val="24"/>
              </w:rPr>
              <w:t xml:space="preserve">Октябрьского района      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надзорной деятельности</w:t>
            </w:r>
            <w:r w:rsidRPr="00841E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1E8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Нягань и Октябрьскому району</w:t>
            </w:r>
          </w:p>
          <w:p w:rsidR="00322C7A" w:rsidRPr="00841E8F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E8F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:rsidR="00322C7A" w:rsidRPr="00841E8F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E8F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 апреля</w:t>
            </w:r>
          </w:p>
        </w:tc>
      </w:tr>
      <w:tr w:rsidR="00322C7A" w:rsidRPr="00695AC7" w:rsidTr="00722C80">
        <w:trPr>
          <w:trHeight w:val="81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Pr="00A76AE0" w:rsidRDefault="00322C7A" w:rsidP="00722C8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AE0">
              <w:rPr>
                <w:rFonts w:ascii="Times New Roman" w:hAnsi="Times New Roman" w:cs="Times New Roman"/>
                <w:sz w:val="24"/>
                <w:szCs w:val="24"/>
              </w:rPr>
              <w:t>Организов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ыв</w:t>
            </w:r>
            <w:r w:rsidRPr="00A76AE0">
              <w:rPr>
                <w:rFonts w:ascii="Times New Roman" w:hAnsi="Times New Roman" w:cs="Times New Roman"/>
                <w:sz w:val="24"/>
                <w:szCs w:val="24"/>
              </w:rPr>
              <w:t>ать проверки 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правности средств пожаротушения (мотопомп, </w:t>
            </w:r>
            <w:r w:rsidRPr="00A76AE0">
              <w:rPr>
                <w:rFonts w:ascii="Times New Roman" w:hAnsi="Times New Roman" w:cs="Times New Roman"/>
                <w:sz w:val="24"/>
                <w:szCs w:val="24"/>
              </w:rPr>
              <w:t xml:space="preserve">пожарно-технического вооружения) в населенных пунктах Октябрьского района               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Pr="00841E8F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городских и </w:t>
            </w:r>
            <w:r w:rsidRPr="00841E8F">
              <w:rPr>
                <w:rFonts w:ascii="Times New Roman" w:hAnsi="Times New Roman" w:cs="Times New Roman"/>
                <w:sz w:val="24"/>
                <w:szCs w:val="24"/>
              </w:rPr>
              <w:t xml:space="preserve">сельских поселений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 (по согласованию)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Pr="00841E8F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начала пожароопасного периода</w:t>
            </w:r>
          </w:p>
        </w:tc>
      </w:tr>
      <w:tr w:rsidR="00322C7A" w:rsidRPr="00695AC7" w:rsidTr="00722C80">
        <w:trPr>
          <w:trHeight w:val="110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Pr="00A76AE0" w:rsidRDefault="00322C7A" w:rsidP="00722C8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AE0">
              <w:rPr>
                <w:rFonts w:ascii="Times New Roman" w:hAnsi="Times New Roman" w:cs="Times New Roman"/>
                <w:sz w:val="24"/>
                <w:szCs w:val="24"/>
              </w:rPr>
              <w:t>Прив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одить</w:t>
            </w:r>
            <w:r w:rsidRPr="00A76AE0">
              <w:rPr>
                <w:rFonts w:ascii="Times New Roman" w:hAnsi="Times New Roman" w:cs="Times New Roman"/>
                <w:sz w:val="24"/>
                <w:szCs w:val="24"/>
              </w:rPr>
              <w:t xml:space="preserve"> в готовность имеющуюся технику и автотранспорт (трактора, экскаваторы, водовозки, ассенизаторские машины)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оснащать её водоподающими приспособлениями, вооружением, первичными средствами пожаротушения</w:t>
            </w:r>
            <w:r w:rsidRPr="00A76AE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Pr="00841E8F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41E8F">
              <w:rPr>
                <w:rFonts w:ascii="Times New Roman" w:hAnsi="Times New Roman" w:cs="Times New Roman"/>
                <w:sz w:val="24"/>
                <w:szCs w:val="24"/>
              </w:rPr>
              <w:t>дминистрации городски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и сельских поселений (по согласованию)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Pr="00841E8F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начала пожароопасного периода</w:t>
            </w:r>
          </w:p>
        </w:tc>
      </w:tr>
      <w:tr w:rsidR="00322C7A" w:rsidRPr="00695AC7" w:rsidTr="00722C80">
        <w:trPr>
          <w:trHeight w:val="55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Pr="00A76AE0" w:rsidRDefault="00322C7A" w:rsidP="00722C8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AE0">
              <w:rPr>
                <w:rFonts w:ascii="Times New Roman" w:hAnsi="Times New Roman" w:cs="Times New Roman"/>
                <w:sz w:val="24"/>
                <w:szCs w:val="24"/>
              </w:rPr>
              <w:t>Пров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одить</w:t>
            </w:r>
            <w:r w:rsidRPr="00A76AE0">
              <w:rPr>
                <w:rFonts w:ascii="Times New Roman" w:hAnsi="Times New Roman" w:cs="Times New Roman"/>
                <w:sz w:val="24"/>
                <w:szCs w:val="24"/>
              </w:rPr>
              <w:t xml:space="preserve"> проверк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76AE0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состояния пожарных водоемов в населенных пунктах района с составлением актов проверок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КУ</w:t>
            </w:r>
            <w:r w:rsidRPr="00841E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ХМАО – Югры</w:t>
            </w:r>
            <w:r w:rsidRPr="00841E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41E8F">
              <w:rPr>
                <w:rFonts w:ascii="Times New Roman" w:hAnsi="Times New Roman" w:cs="Times New Roman"/>
                <w:sz w:val="24"/>
                <w:szCs w:val="24"/>
              </w:rPr>
              <w:t>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оспас-Югория» по Октябрьскому району</w:t>
            </w:r>
          </w:p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согласованию), </w:t>
            </w:r>
          </w:p>
          <w:p w:rsidR="00322C7A" w:rsidRPr="00841E8F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Pr="00841E8F">
              <w:rPr>
                <w:rFonts w:ascii="Times New Roman" w:hAnsi="Times New Roman" w:cs="Times New Roman"/>
                <w:sz w:val="24"/>
                <w:szCs w:val="24"/>
              </w:rPr>
              <w:t>городских и сельских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(по согласованию)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Pr="00841E8F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начала пожароопасного периода</w:t>
            </w:r>
          </w:p>
        </w:tc>
      </w:tr>
      <w:tr w:rsidR="00322C7A" w:rsidRPr="00695AC7" w:rsidTr="00722C80">
        <w:trPr>
          <w:trHeight w:val="160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Pr="00841E8F" w:rsidRDefault="00322C7A" w:rsidP="00722C8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совместные противопожарные тренировки по тушению пожаров в </w:t>
            </w:r>
            <w:r w:rsidRPr="00841E8F">
              <w:rPr>
                <w:rFonts w:ascii="Times New Roman" w:hAnsi="Times New Roman" w:cs="Times New Roman"/>
                <w:sz w:val="24"/>
                <w:szCs w:val="24"/>
              </w:rPr>
              <w:t>каждом населенном пункте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1E8F">
              <w:rPr>
                <w:rFonts w:ascii="Times New Roman" w:hAnsi="Times New Roman" w:cs="Times New Roman"/>
                <w:sz w:val="24"/>
                <w:szCs w:val="24"/>
              </w:rPr>
              <w:t>примыкающ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841E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841E8F">
              <w:rPr>
                <w:rFonts w:ascii="Times New Roman" w:hAnsi="Times New Roman" w:cs="Times New Roman"/>
                <w:sz w:val="24"/>
                <w:szCs w:val="24"/>
              </w:rPr>
              <w:t>лесн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ому</w:t>
            </w:r>
            <w:r w:rsidRPr="00841E8F">
              <w:rPr>
                <w:rFonts w:ascii="Times New Roman" w:hAnsi="Times New Roman" w:cs="Times New Roman"/>
                <w:sz w:val="24"/>
                <w:szCs w:val="24"/>
              </w:rPr>
              <w:t xml:space="preserve"> массив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41E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КУ</w:t>
            </w:r>
            <w:r w:rsidRPr="00841E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ХМАО</w:t>
            </w:r>
            <w:r w:rsidRPr="00841E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41E8F">
              <w:rPr>
                <w:rFonts w:ascii="Times New Roman" w:hAnsi="Times New Roman" w:cs="Times New Roman"/>
                <w:sz w:val="24"/>
                <w:szCs w:val="24"/>
              </w:rPr>
              <w:t xml:space="preserve"> Югры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41E8F">
              <w:rPr>
                <w:rFonts w:ascii="Times New Roman" w:hAnsi="Times New Roman" w:cs="Times New Roman"/>
                <w:sz w:val="24"/>
                <w:szCs w:val="24"/>
              </w:rPr>
              <w:t>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оспас-Югория» по Октябрьскому району </w:t>
            </w:r>
          </w:p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 согласованию), </w:t>
            </w:r>
          </w:p>
          <w:p w:rsidR="00322C7A" w:rsidRPr="00841E8F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Pr="00841E8F">
              <w:rPr>
                <w:rFonts w:ascii="Times New Roman" w:hAnsi="Times New Roman" w:cs="Times New Roman"/>
                <w:sz w:val="24"/>
                <w:szCs w:val="24"/>
              </w:rPr>
              <w:t>городских и сельских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(по согласованию)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Pr="00841E8F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начала пожароопасного периода</w:t>
            </w:r>
          </w:p>
        </w:tc>
      </w:tr>
      <w:tr w:rsidR="00322C7A" w:rsidRPr="00695AC7" w:rsidTr="00722C80">
        <w:trPr>
          <w:trHeight w:val="102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Pr="00841E8F" w:rsidRDefault="00322C7A" w:rsidP="00722C8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проверки средств оповещения населения об </w:t>
            </w:r>
            <w:r w:rsidRPr="00841E8F">
              <w:rPr>
                <w:rFonts w:ascii="Times New Roman" w:hAnsi="Times New Roman" w:cs="Times New Roman"/>
                <w:sz w:val="24"/>
                <w:szCs w:val="24"/>
              </w:rPr>
              <w:t xml:space="preserve">угрозе лесных пожаров      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Pr="00841E8F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41E8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министрации городских и </w:t>
            </w:r>
            <w:r w:rsidRPr="00841E8F">
              <w:rPr>
                <w:rFonts w:ascii="Times New Roman" w:hAnsi="Times New Roman" w:cs="Times New Roman"/>
                <w:sz w:val="24"/>
                <w:szCs w:val="24"/>
              </w:rPr>
              <w:t xml:space="preserve">сельских поселений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Pr="00841E8F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95E">
              <w:rPr>
                <w:rFonts w:ascii="Times New Roman" w:hAnsi="Times New Roman" w:cs="Times New Roman"/>
                <w:sz w:val="24"/>
                <w:szCs w:val="24"/>
              </w:rPr>
              <w:t>до начала пожароопасного периода</w:t>
            </w:r>
          </w:p>
        </w:tc>
      </w:tr>
      <w:tr w:rsidR="00322C7A" w:rsidRPr="00695AC7" w:rsidTr="00722C80">
        <w:trPr>
          <w:trHeight w:val="152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Default="00322C7A" w:rsidP="00722C8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Рекомендовать в населенных пунктах, подверженных угрозе лесных пожаров, в том числе не имеющих пожарных формирований, создавать на период пожароопасного сезона добровольные пожарные дружины из числа местного населения. Обеспечивать их пожарно-техническим вооружением, оборудованием, средствами связи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Pr="00841E8F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городских и сельских поселений района (по согласованию)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Pr="00841E8F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отдельному плану </w:t>
            </w:r>
          </w:p>
        </w:tc>
      </w:tr>
      <w:tr w:rsidR="00322C7A" w:rsidRPr="00695AC7" w:rsidTr="00722C80">
        <w:trPr>
          <w:trHeight w:val="210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Default="00322C7A" w:rsidP="00722C8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населенных пунктах, на объектах экономики, вокруг оздоровительных учреждений, детских оздоровительных учреждений, объектов энергетики и транспорта, расположенных в лесных массивах или непосредственной близости от них, проводить работу по устройству минерализованных полос, наружного противопожарного водоснабжения, обеспечивать их первичными средствами пожаротушения и телефонной связью (радиосвязью)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41E8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министрации городских и </w:t>
            </w:r>
            <w:r w:rsidRPr="00841E8F">
              <w:rPr>
                <w:rFonts w:ascii="Times New Roman" w:hAnsi="Times New Roman" w:cs="Times New Roman"/>
                <w:sz w:val="24"/>
                <w:szCs w:val="24"/>
              </w:rPr>
              <w:t>сельских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согласованию),</w:t>
            </w:r>
          </w:p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объектов экономики</w:t>
            </w:r>
          </w:p>
          <w:p w:rsidR="00322C7A" w:rsidRPr="000D7DF9" w:rsidRDefault="00322C7A" w:rsidP="00722C80">
            <w:pPr>
              <w:jc w:val="center"/>
            </w:pPr>
            <w:r>
              <w:rPr>
                <w:sz w:val="24"/>
                <w:szCs w:val="24"/>
              </w:rPr>
              <w:t>(по согласованию)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Pr="00841E8F" w:rsidRDefault="00322C7A" w:rsidP="00722C80">
            <w:pPr>
              <w:pStyle w:val="ConsPlusNormal"/>
              <w:widowControl/>
              <w:ind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начала пожароопасного периода</w:t>
            </w:r>
          </w:p>
        </w:tc>
      </w:tr>
      <w:tr w:rsidR="00322C7A" w:rsidRPr="00695AC7" w:rsidTr="00722C80">
        <w:trPr>
          <w:trHeight w:val="103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Default="00322C7A" w:rsidP="00722C8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Обеспечить обустройство подъездов к естественным водоисточникам, расположенным на землях городских и сельских поселений, для забора воды передвижной пожарной техникой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41E8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министрации городских и </w:t>
            </w:r>
            <w:r w:rsidRPr="00841E8F">
              <w:rPr>
                <w:rFonts w:ascii="Times New Roman" w:hAnsi="Times New Roman" w:cs="Times New Roman"/>
                <w:sz w:val="24"/>
                <w:szCs w:val="24"/>
              </w:rPr>
              <w:t>сельских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Pr="00841E8F" w:rsidRDefault="00322C7A" w:rsidP="00722C80">
            <w:pPr>
              <w:pStyle w:val="ConsPlusNormal"/>
              <w:widowControl/>
              <w:ind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начала пожароопасного периода</w:t>
            </w:r>
          </w:p>
        </w:tc>
      </w:tr>
      <w:tr w:rsidR="00322C7A" w:rsidRPr="00695AC7" w:rsidTr="00722C80">
        <w:trPr>
          <w:trHeight w:val="142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Default="00322C7A" w:rsidP="00722C8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Обеспечивать готовность организаций, служб и формирований, дислоцирующихся на территории Октябрьского района, к решению вопросов, связанных с тушением лесных пожаров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41E8F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городских и </w:t>
            </w:r>
            <w:r w:rsidRPr="00841E8F">
              <w:rPr>
                <w:rFonts w:ascii="Times New Roman" w:hAnsi="Times New Roman" w:cs="Times New Roman"/>
                <w:sz w:val="24"/>
                <w:szCs w:val="24"/>
              </w:rPr>
              <w:t>сельских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согласованию), ОГЗН района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Pr="00841E8F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начала пожароопасного периода</w:t>
            </w:r>
          </w:p>
        </w:tc>
      </w:tr>
      <w:tr w:rsidR="00322C7A" w:rsidRPr="00695AC7" w:rsidTr="00722C80">
        <w:trPr>
          <w:trHeight w:val="123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Default="00322C7A" w:rsidP="00722C8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Уточнять состав, время оперативного реагирования сил и средств муниципального звена ТП РСЧС для тушения лесных пожаров в случаях угрозы распространения их на населенные пункты Октябрьского района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41E8F">
              <w:rPr>
                <w:rFonts w:ascii="Times New Roman" w:hAnsi="Times New Roman" w:cs="Times New Roman"/>
                <w:sz w:val="24"/>
                <w:szCs w:val="24"/>
              </w:rPr>
              <w:t>дминистрации городск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 и сельских поселений (по согласованию), ОГЗН района</w:t>
            </w:r>
          </w:p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Pr="00841E8F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начала пожароопасного периода</w:t>
            </w:r>
          </w:p>
        </w:tc>
      </w:tr>
      <w:tr w:rsidR="00322C7A" w:rsidRPr="00695AC7" w:rsidTr="00722C80">
        <w:trPr>
          <w:trHeight w:val="125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Default="00322C7A" w:rsidP="00722C8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Приводить в готовность средства пожаротушения на объектах, находящихся в ведении органов местного самоуправления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41E8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министрации городских и </w:t>
            </w:r>
            <w:r w:rsidRPr="00841E8F">
              <w:rPr>
                <w:rFonts w:ascii="Times New Roman" w:hAnsi="Times New Roman" w:cs="Times New Roman"/>
                <w:sz w:val="24"/>
                <w:szCs w:val="24"/>
              </w:rPr>
              <w:t>сельских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согласованию), руководители организаций</w:t>
            </w:r>
          </w:p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Pr="00841E8F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начала пожароопасного периода</w:t>
            </w:r>
          </w:p>
        </w:tc>
      </w:tr>
      <w:tr w:rsidR="00322C7A" w:rsidRPr="00695AC7" w:rsidTr="00722C80">
        <w:trPr>
          <w:trHeight w:val="98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Default="00322C7A" w:rsidP="00722C8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инструктажи с населением по мерам пожарной безопасности при пребывании на дачных и приусадебных участках, а также в лесных массивах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41E8F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городских и сельских поселений (по согласованию)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Pr="00841E8F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пожароопасный период</w:t>
            </w:r>
          </w:p>
        </w:tc>
      </w:tr>
      <w:tr w:rsidR="00322C7A" w:rsidRPr="00695AC7" w:rsidTr="00722C80">
        <w:trPr>
          <w:trHeight w:val="89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Default="00322C7A" w:rsidP="00722C8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Организовывать в населенных пунктах сходы (встречи) с населением, на которых проводить разъяснительную работу о приведении в пожаробезопасное состояние жилых домов и придомовых территорий</w:t>
            </w:r>
          </w:p>
          <w:p w:rsidR="00322C7A" w:rsidRDefault="00322C7A" w:rsidP="00722C8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41E8F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городских и сельских поселений (по согласованию)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Pr="00841E8F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пожароопасный период</w:t>
            </w:r>
          </w:p>
        </w:tc>
      </w:tr>
      <w:tr w:rsidR="00322C7A" w:rsidRPr="00695AC7" w:rsidTr="00722C80">
        <w:trPr>
          <w:trHeight w:val="83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Default="00322C7A" w:rsidP="00722C8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Принимать меры по обеспечению пожарной безопасности жилых помещений, принадлежащих одиноким престарелым гражданам и инвалидам</w:t>
            </w:r>
          </w:p>
          <w:p w:rsidR="00322C7A" w:rsidRDefault="00322C7A" w:rsidP="00722C8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41E8F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городских и сельских поселений (по согласованию)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:rsidR="00322C7A" w:rsidRPr="00841E8F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 апреля</w:t>
            </w:r>
          </w:p>
        </w:tc>
      </w:tr>
      <w:tr w:rsidR="00322C7A" w:rsidRPr="00695AC7" w:rsidTr="00722C80">
        <w:trPr>
          <w:trHeight w:val="12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Default="00322C7A" w:rsidP="00722C8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Принимать меры по выявлению и ликвидации искусственных преград, препятствующих проезду пожарных автомобилей (шлагбаумы, забитые сваи и трубы, фундаментные блоки, установленные на проезжей части и т.п.)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41E8F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городских и сельских поселений (по согласованию)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Pr="00841E8F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322C7A" w:rsidRPr="009D644E" w:rsidRDefault="00322C7A" w:rsidP="00722C80"/>
        </w:tc>
      </w:tr>
      <w:tr w:rsidR="00322C7A" w:rsidRPr="00695AC7" w:rsidTr="00722C80">
        <w:trPr>
          <w:trHeight w:val="3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Default="00322C7A" w:rsidP="00722C8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ревизии и снос бесхозяйных ветхих строений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41E8F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городских и сельских поселений (по согласованию)</w:t>
            </w:r>
          </w:p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Pr="00841E8F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322C7A" w:rsidRPr="00841E8F" w:rsidRDefault="00322C7A" w:rsidP="00722C80">
            <w:pPr>
              <w:pStyle w:val="ConsPlusNormal"/>
              <w:widowControl/>
              <w:ind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C7A" w:rsidRPr="00695AC7" w:rsidTr="00722C80">
        <w:trPr>
          <w:trHeight w:val="117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Default="00322C7A" w:rsidP="00722C8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меры по ограничению посещения населением лесов, прилегающих к населенным пунктам Октябрьского района, в период возникновения высокого класса пожарной опасности, в том числе организовывать патрулирование лесов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ОМВД России по Октябрьскому району </w:t>
            </w:r>
          </w:p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согласованию),</w:t>
            </w:r>
          </w:p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41E8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министрации городских и </w:t>
            </w:r>
            <w:r w:rsidRPr="00841E8F">
              <w:rPr>
                <w:rFonts w:ascii="Times New Roman" w:hAnsi="Times New Roman" w:cs="Times New Roman"/>
                <w:sz w:val="24"/>
                <w:szCs w:val="24"/>
              </w:rPr>
              <w:t xml:space="preserve">сельских поселений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пожароопасный период</w:t>
            </w:r>
          </w:p>
        </w:tc>
      </w:tr>
      <w:tr w:rsidR="00322C7A" w:rsidRPr="00695AC7" w:rsidTr="00722C80">
        <w:trPr>
          <w:trHeight w:val="155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Default="00322C7A" w:rsidP="00722C8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Организовывать проведение работ по очистке от горючих отходов (мусора, тары, опавших листьев, сухой травы) территории населенных пунктов Октябрьского района, организаций, а также участков, прилегающих к жилым домам, дачным и иным постройкам и их вывозу на специально отведенные площадки</w:t>
            </w:r>
          </w:p>
          <w:p w:rsidR="00322C7A" w:rsidRDefault="00322C7A" w:rsidP="00722C8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41E8F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городских и сельских поселений (по согласованию),</w:t>
            </w:r>
          </w:p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организаций</w:t>
            </w:r>
          </w:p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Pr="00841E8F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начала пожароопасного периода</w:t>
            </w:r>
          </w:p>
        </w:tc>
      </w:tr>
      <w:tr w:rsidR="00322C7A" w:rsidRPr="00695AC7" w:rsidTr="00722C80">
        <w:trPr>
          <w:trHeight w:val="79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Default="00322C7A" w:rsidP="00722C8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Обеспечивать постоянный контроль за пожарной обстановкой на землях городских и сельских поселений в границах Октябрьского района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41E8F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городских и сельских поселений (по согласованию)</w:t>
            </w:r>
          </w:p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Pr="00841E8F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пожароопасный период</w:t>
            </w:r>
          </w:p>
        </w:tc>
      </w:tr>
      <w:tr w:rsidR="00322C7A" w:rsidRPr="00695AC7" w:rsidTr="00722C80">
        <w:trPr>
          <w:trHeight w:val="103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Default="00322C7A" w:rsidP="00722C8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повышения пожарной опасности и создания реальной угрозы жизни населения своевременно вводить особый противопожарный режим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Pr="00841E8F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41E8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министрации городских и сельских поселений </w:t>
            </w:r>
            <w:r w:rsidRPr="00841E8F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Pr="00841E8F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пожаро</w:t>
            </w:r>
            <w:r w:rsidRPr="00695AC7">
              <w:rPr>
                <w:rFonts w:ascii="Times New Roman" w:hAnsi="Times New Roman" w:cs="Times New Roman"/>
                <w:sz w:val="24"/>
                <w:szCs w:val="24"/>
              </w:rPr>
              <w:t xml:space="preserve">опасный  </w:t>
            </w:r>
            <w:r w:rsidRPr="00695AC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322C7A" w:rsidRPr="00695AC7" w:rsidTr="00722C80">
        <w:trPr>
          <w:trHeight w:val="9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Default="00322C7A" w:rsidP="00722C8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E5A2B">
              <w:rPr>
                <w:rFonts w:ascii="Times New Roman" w:hAnsi="Times New Roman" w:cs="Times New Roman"/>
                <w:sz w:val="24"/>
                <w:szCs w:val="24"/>
              </w:rPr>
              <w:t>рганизов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ыв</w:t>
            </w:r>
            <w:r w:rsidRPr="008E5A2B">
              <w:rPr>
                <w:rFonts w:ascii="Times New Roman" w:hAnsi="Times New Roman" w:cs="Times New Roman"/>
                <w:sz w:val="24"/>
                <w:szCs w:val="24"/>
              </w:rPr>
              <w:t xml:space="preserve">ать в общеобразовательных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организациях</w:t>
            </w:r>
            <w:r w:rsidRPr="008E5A2B">
              <w:rPr>
                <w:rFonts w:ascii="Times New Roman" w:hAnsi="Times New Roman" w:cs="Times New Roman"/>
                <w:sz w:val="24"/>
                <w:szCs w:val="24"/>
              </w:rPr>
              <w:t xml:space="preserve"> Октябрьского района разъяснительную работу по соблюдению Правил пожарной безопасности в лесах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и молодежной политики администрации Октябрьского района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начала пожароопасного периода</w:t>
            </w:r>
          </w:p>
        </w:tc>
      </w:tr>
      <w:tr w:rsidR="00322C7A" w:rsidRPr="00695AC7" w:rsidTr="00722C80">
        <w:trPr>
          <w:trHeight w:val="123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C7A" w:rsidRDefault="00322C7A" w:rsidP="00722C8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Организовывать постоянное информирование населения о складывающейся пожароопасной обстановке и принимаемых мерах органами местного самоуправления, специализированными силами для тушения лесных пожаров</w:t>
            </w:r>
          </w:p>
          <w:p w:rsidR="00322C7A" w:rsidRDefault="00322C7A" w:rsidP="00722C8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41E8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министрации городских и </w:t>
            </w:r>
            <w:r w:rsidRPr="00841E8F">
              <w:rPr>
                <w:rFonts w:ascii="Times New Roman" w:hAnsi="Times New Roman" w:cs="Times New Roman"/>
                <w:sz w:val="24"/>
                <w:szCs w:val="24"/>
              </w:rPr>
              <w:t>сельских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согласованию),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ОГЗН района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C7A" w:rsidRDefault="00322C7A" w:rsidP="00722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пожаро</w:t>
            </w:r>
            <w:r w:rsidRPr="00695AC7">
              <w:rPr>
                <w:rFonts w:ascii="Times New Roman" w:hAnsi="Times New Roman" w:cs="Times New Roman"/>
                <w:sz w:val="24"/>
                <w:szCs w:val="24"/>
              </w:rPr>
              <w:t xml:space="preserve">опасный  </w:t>
            </w:r>
            <w:r w:rsidRPr="00695AC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</w:tc>
      </w:tr>
    </w:tbl>
    <w:p w:rsidR="00322C7A" w:rsidRDefault="00322C7A" w:rsidP="00DB1EEB"/>
    <w:p w:rsidR="00322C7A" w:rsidRPr="00DB1EEB" w:rsidRDefault="00322C7A" w:rsidP="00DB1EEB"/>
    <w:sectPr w:rsidR="00322C7A" w:rsidRPr="00DB1EEB" w:rsidSect="00DB1EEB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4DEE"/>
    <w:rsid w:val="00000CBA"/>
    <w:rsid w:val="00010AD7"/>
    <w:rsid w:val="00020C85"/>
    <w:rsid w:val="000227C7"/>
    <w:rsid w:val="00025A2F"/>
    <w:rsid w:val="0002686C"/>
    <w:rsid w:val="00026F26"/>
    <w:rsid w:val="00027A76"/>
    <w:rsid w:val="00040460"/>
    <w:rsid w:val="00040896"/>
    <w:rsid w:val="00044DE9"/>
    <w:rsid w:val="000468A4"/>
    <w:rsid w:val="0005753B"/>
    <w:rsid w:val="00074E73"/>
    <w:rsid w:val="00081946"/>
    <w:rsid w:val="00081F40"/>
    <w:rsid w:val="00085804"/>
    <w:rsid w:val="000876AD"/>
    <w:rsid w:val="00091B54"/>
    <w:rsid w:val="000A273A"/>
    <w:rsid w:val="000A3902"/>
    <w:rsid w:val="000A4105"/>
    <w:rsid w:val="000C6E07"/>
    <w:rsid w:val="000C7C61"/>
    <w:rsid w:val="000C7CDB"/>
    <w:rsid w:val="000D5E1B"/>
    <w:rsid w:val="000D7DF9"/>
    <w:rsid w:val="000E7042"/>
    <w:rsid w:val="000F1B36"/>
    <w:rsid w:val="000F766E"/>
    <w:rsid w:val="0010030B"/>
    <w:rsid w:val="00100E37"/>
    <w:rsid w:val="00101AD9"/>
    <w:rsid w:val="00107047"/>
    <w:rsid w:val="001119F2"/>
    <w:rsid w:val="00111FA6"/>
    <w:rsid w:val="001168C4"/>
    <w:rsid w:val="0012321B"/>
    <w:rsid w:val="0013712D"/>
    <w:rsid w:val="00147B2F"/>
    <w:rsid w:val="001515C5"/>
    <w:rsid w:val="00156B2C"/>
    <w:rsid w:val="001670A8"/>
    <w:rsid w:val="00174BE8"/>
    <w:rsid w:val="00177D1A"/>
    <w:rsid w:val="00182A6F"/>
    <w:rsid w:val="00184BA7"/>
    <w:rsid w:val="00184E43"/>
    <w:rsid w:val="00184F10"/>
    <w:rsid w:val="00194892"/>
    <w:rsid w:val="00194A21"/>
    <w:rsid w:val="001A0B60"/>
    <w:rsid w:val="001A1418"/>
    <w:rsid w:val="001A3133"/>
    <w:rsid w:val="001A76CD"/>
    <w:rsid w:val="001B40EB"/>
    <w:rsid w:val="001B51DB"/>
    <w:rsid w:val="001C1C3F"/>
    <w:rsid w:val="001C5737"/>
    <w:rsid w:val="001C71C6"/>
    <w:rsid w:val="001D090A"/>
    <w:rsid w:val="001D0C3E"/>
    <w:rsid w:val="001D4D31"/>
    <w:rsid w:val="001D5501"/>
    <w:rsid w:val="001E5C8C"/>
    <w:rsid w:val="001F1463"/>
    <w:rsid w:val="001F26EC"/>
    <w:rsid w:val="001F30AE"/>
    <w:rsid w:val="001F638A"/>
    <w:rsid w:val="00200C54"/>
    <w:rsid w:val="002028A3"/>
    <w:rsid w:val="002029A3"/>
    <w:rsid w:val="00203799"/>
    <w:rsid w:val="00215142"/>
    <w:rsid w:val="00227B76"/>
    <w:rsid w:val="002308D6"/>
    <w:rsid w:val="002334DF"/>
    <w:rsid w:val="00241947"/>
    <w:rsid w:val="0024468F"/>
    <w:rsid w:val="00244FF3"/>
    <w:rsid w:val="00260257"/>
    <w:rsid w:val="00271656"/>
    <w:rsid w:val="0027166E"/>
    <w:rsid w:val="00273507"/>
    <w:rsid w:val="002770BF"/>
    <w:rsid w:val="002835A8"/>
    <w:rsid w:val="00286173"/>
    <w:rsid w:val="00287318"/>
    <w:rsid w:val="0028795F"/>
    <w:rsid w:val="00290863"/>
    <w:rsid w:val="002963C9"/>
    <w:rsid w:val="00297668"/>
    <w:rsid w:val="002A1AD6"/>
    <w:rsid w:val="002A3149"/>
    <w:rsid w:val="002A495A"/>
    <w:rsid w:val="002A6720"/>
    <w:rsid w:val="002B271F"/>
    <w:rsid w:val="002B6292"/>
    <w:rsid w:val="002D593D"/>
    <w:rsid w:val="002E1FEB"/>
    <w:rsid w:val="002F1E38"/>
    <w:rsid w:val="003010BC"/>
    <w:rsid w:val="003025A1"/>
    <w:rsid w:val="00304705"/>
    <w:rsid w:val="003053E2"/>
    <w:rsid w:val="003058A8"/>
    <w:rsid w:val="00306920"/>
    <w:rsid w:val="0031611C"/>
    <w:rsid w:val="0031646B"/>
    <w:rsid w:val="0031667B"/>
    <w:rsid w:val="003218F6"/>
    <w:rsid w:val="00321A34"/>
    <w:rsid w:val="00322C7A"/>
    <w:rsid w:val="003302B8"/>
    <w:rsid w:val="0033182A"/>
    <w:rsid w:val="00332596"/>
    <w:rsid w:val="003329E9"/>
    <w:rsid w:val="00335037"/>
    <w:rsid w:val="00343015"/>
    <w:rsid w:val="00344038"/>
    <w:rsid w:val="003464A0"/>
    <w:rsid w:val="00351A56"/>
    <w:rsid w:val="00354E4F"/>
    <w:rsid w:val="00360796"/>
    <w:rsid w:val="003638EF"/>
    <w:rsid w:val="00364FDA"/>
    <w:rsid w:val="00365CFC"/>
    <w:rsid w:val="003670D1"/>
    <w:rsid w:val="00370939"/>
    <w:rsid w:val="00372123"/>
    <w:rsid w:val="003740C2"/>
    <w:rsid w:val="0037532D"/>
    <w:rsid w:val="0038110A"/>
    <w:rsid w:val="00387C26"/>
    <w:rsid w:val="003963B3"/>
    <w:rsid w:val="003A2BA1"/>
    <w:rsid w:val="003B006B"/>
    <w:rsid w:val="003B54A1"/>
    <w:rsid w:val="003B7628"/>
    <w:rsid w:val="003C6522"/>
    <w:rsid w:val="003C7DBC"/>
    <w:rsid w:val="003D6C7D"/>
    <w:rsid w:val="003E1105"/>
    <w:rsid w:val="003E151C"/>
    <w:rsid w:val="003E18CF"/>
    <w:rsid w:val="003E498D"/>
    <w:rsid w:val="003E68E3"/>
    <w:rsid w:val="003E6A21"/>
    <w:rsid w:val="003F47D8"/>
    <w:rsid w:val="003F784F"/>
    <w:rsid w:val="004079EE"/>
    <w:rsid w:val="00415F89"/>
    <w:rsid w:val="00420409"/>
    <w:rsid w:val="004223AD"/>
    <w:rsid w:val="0044645C"/>
    <w:rsid w:val="0044647A"/>
    <w:rsid w:val="00452CF9"/>
    <w:rsid w:val="00453B4E"/>
    <w:rsid w:val="0045765D"/>
    <w:rsid w:val="00461E57"/>
    <w:rsid w:val="004645F4"/>
    <w:rsid w:val="00471602"/>
    <w:rsid w:val="004737A6"/>
    <w:rsid w:val="004737E3"/>
    <w:rsid w:val="00482406"/>
    <w:rsid w:val="00485D10"/>
    <w:rsid w:val="004938E7"/>
    <w:rsid w:val="00493947"/>
    <w:rsid w:val="00493AFC"/>
    <w:rsid w:val="004A3DF7"/>
    <w:rsid w:val="004A79F5"/>
    <w:rsid w:val="004B371A"/>
    <w:rsid w:val="004B4B79"/>
    <w:rsid w:val="004B7BBE"/>
    <w:rsid w:val="004C0D4B"/>
    <w:rsid w:val="004D50CE"/>
    <w:rsid w:val="004D7C01"/>
    <w:rsid w:val="004E2C0C"/>
    <w:rsid w:val="004E2EA4"/>
    <w:rsid w:val="004E703E"/>
    <w:rsid w:val="004E7174"/>
    <w:rsid w:val="004F4CFB"/>
    <w:rsid w:val="00506332"/>
    <w:rsid w:val="005101B5"/>
    <w:rsid w:val="00510E7D"/>
    <w:rsid w:val="00514220"/>
    <w:rsid w:val="00515B81"/>
    <w:rsid w:val="00521D66"/>
    <w:rsid w:val="005278A9"/>
    <w:rsid w:val="00531E31"/>
    <w:rsid w:val="00533F26"/>
    <w:rsid w:val="0053510B"/>
    <w:rsid w:val="00537AC3"/>
    <w:rsid w:val="00537B17"/>
    <w:rsid w:val="005466F7"/>
    <w:rsid w:val="00553451"/>
    <w:rsid w:val="00555033"/>
    <w:rsid w:val="00557FC1"/>
    <w:rsid w:val="005643A0"/>
    <w:rsid w:val="00564B51"/>
    <w:rsid w:val="0056702E"/>
    <w:rsid w:val="0057214E"/>
    <w:rsid w:val="0057495C"/>
    <w:rsid w:val="0058027C"/>
    <w:rsid w:val="005936DC"/>
    <w:rsid w:val="00593C50"/>
    <w:rsid w:val="005956C1"/>
    <w:rsid w:val="005956F0"/>
    <w:rsid w:val="005A288D"/>
    <w:rsid w:val="005A4542"/>
    <w:rsid w:val="005A714B"/>
    <w:rsid w:val="005B20C3"/>
    <w:rsid w:val="005B3594"/>
    <w:rsid w:val="005B783A"/>
    <w:rsid w:val="005C06CA"/>
    <w:rsid w:val="005D2609"/>
    <w:rsid w:val="005D2A38"/>
    <w:rsid w:val="005E4DEE"/>
    <w:rsid w:val="005E7D78"/>
    <w:rsid w:val="005F5290"/>
    <w:rsid w:val="005F6E57"/>
    <w:rsid w:val="005F6FC0"/>
    <w:rsid w:val="005F758B"/>
    <w:rsid w:val="006049B1"/>
    <w:rsid w:val="00605607"/>
    <w:rsid w:val="00605935"/>
    <w:rsid w:val="0060709D"/>
    <w:rsid w:val="00617B6A"/>
    <w:rsid w:val="00620D08"/>
    <w:rsid w:val="006244A4"/>
    <w:rsid w:val="006261D3"/>
    <w:rsid w:val="006268EE"/>
    <w:rsid w:val="00627441"/>
    <w:rsid w:val="00631252"/>
    <w:rsid w:val="0063323A"/>
    <w:rsid w:val="006337E3"/>
    <w:rsid w:val="00633DA3"/>
    <w:rsid w:val="006350F0"/>
    <w:rsid w:val="0063581D"/>
    <w:rsid w:val="00644708"/>
    <w:rsid w:val="00646B56"/>
    <w:rsid w:val="006531E8"/>
    <w:rsid w:val="00660F82"/>
    <w:rsid w:val="00667B37"/>
    <w:rsid w:val="00670A10"/>
    <w:rsid w:val="00673CD3"/>
    <w:rsid w:val="00680B51"/>
    <w:rsid w:val="00685C0C"/>
    <w:rsid w:val="006868DD"/>
    <w:rsid w:val="006906C4"/>
    <w:rsid w:val="00695AC7"/>
    <w:rsid w:val="00697DF3"/>
    <w:rsid w:val="006B1FFE"/>
    <w:rsid w:val="006B67BF"/>
    <w:rsid w:val="006C1992"/>
    <w:rsid w:val="006C4AD7"/>
    <w:rsid w:val="006C4BC4"/>
    <w:rsid w:val="006D4C8F"/>
    <w:rsid w:val="006D5133"/>
    <w:rsid w:val="006D589C"/>
    <w:rsid w:val="006D66E3"/>
    <w:rsid w:val="006E010A"/>
    <w:rsid w:val="006F755D"/>
    <w:rsid w:val="007037E7"/>
    <w:rsid w:val="00703D24"/>
    <w:rsid w:val="00707924"/>
    <w:rsid w:val="00711A19"/>
    <w:rsid w:val="0072218F"/>
    <w:rsid w:val="007222B7"/>
    <w:rsid w:val="00722BE1"/>
    <w:rsid w:val="00722C80"/>
    <w:rsid w:val="00725653"/>
    <w:rsid w:val="00727C66"/>
    <w:rsid w:val="00733190"/>
    <w:rsid w:val="00734236"/>
    <w:rsid w:val="007371BB"/>
    <w:rsid w:val="00741274"/>
    <w:rsid w:val="00742E5D"/>
    <w:rsid w:val="00743D97"/>
    <w:rsid w:val="0074410A"/>
    <w:rsid w:val="0075075F"/>
    <w:rsid w:val="00752A3A"/>
    <w:rsid w:val="0075724B"/>
    <w:rsid w:val="00766BF0"/>
    <w:rsid w:val="0077399A"/>
    <w:rsid w:val="007805A5"/>
    <w:rsid w:val="00781B0A"/>
    <w:rsid w:val="0078233B"/>
    <w:rsid w:val="00783988"/>
    <w:rsid w:val="00792A5E"/>
    <w:rsid w:val="007A3B28"/>
    <w:rsid w:val="007A7161"/>
    <w:rsid w:val="007B1673"/>
    <w:rsid w:val="007B31EB"/>
    <w:rsid w:val="007B5FBA"/>
    <w:rsid w:val="007C3C47"/>
    <w:rsid w:val="007D1952"/>
    <w:rsid w:val="007D4C25"/>
    <w:rsid w:val="007E074E"/>
    <w:rsid w:val="007E1B39"/>
    <w:rsid w:val="007E21AA"/>
    <w:rsid w:val="007E742D"/>
    <w:rsid w:val="0080377C"/>
    <w:rsid w:val="008108CF"/>
    <w:rsid w:val="00811D56"/>
    <w:rsid w:val="00814780"/>
    <w:rsid w:val="00814D5C"/>
    <w:rsid w:val="00822426"/>
    <w:rsid w:val="00822B45"/>
    <w:rsid w:val="00836928"/>
    <w:rsid w:val="00841E8F"/>
    <w:rsid w:val="00844E5F"/>
    <w:rsid w:val="0085394B"/>
    <w:rsid w:val="0085572F"/>
    <w:rsid w:val="0085751E"/>
    <w:rsid w:val="00862942"/>
    <w:rsid w:val="00864854"/>
    <w:rsid w:val="00870DE7"/>
    <w:rsid w:val="00871999"/>
    <w:rsid w:val="00876CDE"/>
    <w:rsid w:val="00876E9E"/>
    <w:rsid w:val="008945DE"/>
    <w:rsid w:val="008A4232"/>
    <w:rsid w:val="008A4702"/>
    <w:rsid w:val="008A489B"/>
    <w:rsid w:val="008B38A6"/>
    <w:rsid w:val="008B500E"/>
    <w:rsid w:val="008C1066"/>
    <w:rsid w:val="008C69E6"/>
    <w:rsid w:val="008C77E2"/>
    <w:rsid w:val="008D1F6B"/>
    <w:rsid w:val="008D2388"/>
    <w:rsid w:val="008E022A"/>
    <w:rsid w:val="008E5A2B"/>
    <w:rsid w:val="008E60ED"/>
    <w:rsid w:val="008E68CB"/>
    <w:rsid w:val="008F628D"/>
    <w:rsid w:val="009012FD"/>
    <w:rsid w:val="00902BBD"/>
    <w:rsid w:val="009130B4"/>
    <w:rsid w:val="00922F72"/>
    <w:rsid w:val="00930D75"/>
    <w:rsid w:val="009330F4"/>
    <w:rsid w:val="0093315A"/>
    <w:rsid w:val="00940188"/>
    <w:rsid w:val="0094285C"/>
    <w:rsid w:val="00942A46"/>
    <w:rsid w:val="00945956"/>
    <w:rsid w:val="00946050"/>
    <w:rsid w:val="00961320"/>
    <w:rsid w:val="0096132F"/>
    <w:rsid w:val="00961B17"/>
    <w:rsid w:val="00966049"/>
    <w:rsid w:val="009816E9"/>
    <w:rsid w:val="00987B1B"/>
    <w:rsid w:val="00990DC4"/>
    <w:rsid w:val="009A0821"/>
    <w:rsid w:val="009A3A2C"/>
    <w:rsid w:val="009A65A2"/>
    <w:rsid w:val="009A785E"/>
    <w:rsid w:val="009B257C"/>
    <w:rsid w:val="009B56B0"/>
    <w:rsid w:val="009C29B0"/>
    <w:rsid w:val="009C419D"/>
    <w:rsid w:val="009C4395"/>
    <w:rsid w:val="009D09D0"/>
    <w:rsid w:val="009D2778"/>
    <w:rsid w:val="009D587B"/>
    <w:rsid w:val="009D644E"/>
    <w:rsid w:val="009D64D2"/>
    <w:rsid w:val="009D6822"/>
    <w:rsid w:val="009F002B"/>
    <w:rsid w:val="009F6242"/>
    <w:rsid w:val="00A033AF"/>
    <w:rsid w:val="00A041BC"/>
    <w:rsid w:val="00A13967"/>
    <w:rsid w:val="00A15421"/>
    <w:rsid w:val="00A16542"/>
    <w:rsid w:val="00A16CF7"/>
    <w:rsid w:val="00A22311"/>
    <w:rsid w:val="00A23B0C"/>
    <w:rsid w:val="00A262CD"/>
    <w:rsid w:val="00A26B46"/>
    <w:rsid w:val="00A27017"/>
    <w:rsid w:val="00A332FA"/>
    <w:rsid w:val="00A34A09"/>
    <w:rsid w:val="00A427DC"/>
    <w:rsid w:val="00A436CE"/>
    <w:rsid w:val="00A46F74"/>
    <w:rsid w:val="00A47C69"/>
    <w:rsid w:val="00A50982"/>
    <w:rsid w:val="00A531BE"/>
    <w:rsid w:val="00A54C0F"/>
    <w:rsid w:val="00A6228C"/>
    <w:rsid w:val="00A76AE0"/>
    <w:rsid w:val="00A804F5"/>
    <w:rsid w:val="00A81B7D"/>
    <w:rsid w:val="00A81E86"/>
    <w:rsid w:val="00A82B39"/>
    <w:rsid w:val="00A9327D"/>
    <w:rsid w:val="00A941DD"/>
    <w:rsid w:val="00A95A6C"/>
    <w:rsid w:val="00AA024B"/>
    <w:rsid w:val="00AA031F"/>
    <w:rsid w:val="00AA07D6"/>
    <w:rsid w:val="00AA49A7"/>
    <w:rsid w:val="00AB5BBB"/>
    <w:rsid w:val="00AB6AAD"/>
    <w:rsid w:val="00AC085E"/>
    <w:rsid w:val="00AC2ACC"/>
    <w:rsid w:val="00AD16AB"/>
    <w:rsid w:val="00AE2D5D"/>
    <w:rsid w:val="00AE755C"/>
    <w:rsid w:val="00AF0245"/>
    <w:rsid w:val="00AF21A4"/>
    <w:rsid w:val="00AF7557"/>
    <w:rsid w:val="00B030F7"/>
    <w:rsid w:val="00B049A3"/>
    <w:rsid w:val="00B14B34"/>
    <w:rsid w:val="00B17200"/>
    <w:rsid w:val="00B234F3"/>
    <w:rsid w:val="00B30A2F"/>
    <w:rsid w:val="00B33710"/>
    <w:rsid w:val="00B34D0C"/>
    <w:rsid w:val="00B3711D"/>
    <w:rsid w:val="00B455F4"/>
    <w:rsid w:val="00B510CE"/>
    <w:rsid w:val="00B51DA1"/>
    <w:rsid w:val="00B52204"/>
    <w:rsid w:val="00B53B70"/>
    <w:rsid w:val="00B56B3D"/>
    <w:rsid w:val="00B62DB3"/>
    <w:rsid w:val="00B653BC"/>
    <w:rsid w:val="00B75EB7"/>
    <w:rsid w:val="00B83333"/>
    <w:rsid w:val="00B87BED"/>
    <w:rsid w:val="00B916D1"/>
    <w:rsid w:val="00B92464"/>
    <w:rsid w:val="00B96C21"/>
    <w:rsid w:val="00BA5D51"/>
    <w:rsid w:val="00BB1B0B"/>
    <w:rsid w:val="00BB5678"/>
    <w:rsid w:val="00BB7437"/>
    <w:rsid w:val="00BC1BEF"/>
    <w:rsid w:val="00BC4E25"/>
    <w:rsid w:val="00BD0FF1"/>
    <w:rsid w:val="00BD3B1D"/>
    <w:rsid w:val="00BD537B"/>
    <w:rsid w:val="00BD7701"/>
    <w:rsid w:val="00BE24A9"/>
    <w:rsid w:val="00BE36FF"/>
    <w:rsid w:val="00BE376F"/>
    <w:rsid w:val="00BE515B"/>
    <w:rsid w:val="00BE6C33"/>
    <w:rsid w:val="00C01A49"/>
    <w:rsid w:val="00C01B68"/>
    <w:rsid w:val="00C045B5"/>
    <w:rsid w:val="00C0461D"/>
    <w:rsid w:val="00C05410"/>
    <w:rsid w:val="00C060CA"/>
    <w:rsid w:val="00C06E9D"/>
    <w:rsid w:val="00C07FC7"/>
    <w:rsid w:val="00C11D02"/>
    <w:rsid w:val="00C1295A"/>
    <w:rsid w:val="00C249BF"/>
    <w:rsid w:val="00C25874"/>
    <w:rsid w:val="00C33166"/>
    <w:rsid w:val="00C34864"/>
    <w:rsid w:val="00C412C5"/>
    <w:rsid w:val="00C46256"/>
    <w:rsid w:val="00C46B2A"/>
    <w:rsid w:val="00C50E6A"/>
    <w:rsid w:val="00C577FA"/>
    <w:rsid w:val="00C61BD7"/>
    <w:rsid w:val="00C64DF7"/>
    <w:rsid w:val="00C74F87"/>
    <w:rsid w:val="00C7774B"/>
    <w:rsid w:val="00C77A30"/>
    <w:rsid w:val="00C77F7C"/>
    <w:rsid w:val="00C8022B"/>
    <w:rsid w:val="00C81607"/>
    <w:rsid w:val="00C92F29"/>
    <w:rsid w:val="00C960E8"/>
    <w:rsid w:val="00CA3F42"/>
    <w:rsid w:val="00CA5BB6"/>
    <w:rsid w:val="00CA7B0F"/>
    <w:rsid w:val="00CB1783"/>
    <w:rsid w:val="00CB4225"/>
    <w:rsid w:val="00CB45C1"/>
    <w:rsid w:val="00CC14C7"/>
    <w:rsid w:val="00CC1FE2"/>
    <w:rsid w:val="00CC633B"/>
    <w:rsid w:val="00CD2116"/>
    <w:rsid w:val="00CD2236"/>
    <w:rsid w:val="00CE3B2E"/>
    <w:rsid w:val="00CF31C3"/>
    <w:rsid w:val="00CF550E"/>
    <w:rsid w:val="00D02A26"/>
    <w:rsid w:val="00D06D31"/>
    <w:rsid w:val="00D15813"/>
    <w:rsid w:val="00D22F18"/>
    <w:rsid w:val="00D25320"/>
    <w:rsid w:val="00D2695E"/>
    <w:rsid w:val="00D42858"/>
    <w:rsid w:val="00D428D7"/>
    <w:rsid w:val="00D43975"/>
    <w:rsid w:val="00D47540"/>
    <w:rsid w:val="00D5126F"/>
    <w:rsid w:val="00D5177B"/>
    <w:rsid w:val="00D57413"/>
    <w:rsid w:val="00D57FC1"/>
    <w:rsid w:val="00D60E1F"/>
    <w:rsid w:val="00D62430"/>
    <w:rsid w:val="00D67903"/>
    <w:rsid w:val="00D67DD4"/>
    <w:rsid w:val="00D73C36"/>
    <w:rsid w:val="00D81459"/>
    <w:rsid w:val="00D8198E"/>
    <w:rsid w:val="00D858FE"/>
    <w:rsid w:val="00D85A3C"/>
    <w:rsid w:val="00D90763"/>
    <w:rsid w:val="00D926E8"/>
    <w:rsid w:val="00D92F04"/>
    <w:rsid w:val="00D95B8A"/>
    <w:rsid w:val="00DA23F7"/>
    <w:rsid w:val="00DA2AC6"/>
    <w:rsid w:val="00DA3BAC"/>
    <w:rsid w:val="00DB1EEB"/>
    <w:rsid w:val="00DB39FC"/>
    <w:rsid w:val="00DB3BCC"/>
    <w:rsid w:val="00DC3EC8"/>
    <w:rsid w:val="00DC436B"/>
    <w:rsid w:val="00DD0D4F"/>
    <w:rsid w:val="00DD18DA"/>
    <w:rsid w:val="00DD67F6"/>
    <w:rsid w:val="00DE0561"/>
    <w:rsid w:val="00DE34AF"/>
    <w:rsid w:val="00DE502A"/>
    <w:rsid w:val="00DF08F8"/>
    <w:rsid w:val="00DF5F1B"/>
    <w:rsid w:val="00E01256"/>
    <w:rsid w:val="00E05B5F"/>
    <w:rsid w:val="00E15E92"/>
    <w:rsid w:val="00E22DFC"/>
    <w:rsid w:val="00E275F1"/>
    <w:rsid w:val="00E323D5"/>
    <w:rsid w:val="00E36F74"/>
    <w:rsid w:val="00E376B3"/>
    <w:rsid w:val="00E40F14"/>
    <w:rsid w:val="00E41BCC"/>
    <w:rsid w:val="00E4243D"/>
    <w:rsid w:val="00E50C19"/>
    <w:rsid w:val="00E52BF6"/>
    <w:rsid w:val="00E60E5A"/>
    <w:rsid w:val="00E640D7"/>
    <w:rsid w:val="00E6797F"/>
    <w:rsid w:val="00E71A41"/>
    <w:rsid w:val="00E7321B"/>
    <w:rsid w:val="00E74ED4"/>
    <w:rsid w:val="00E82CD4"/>
    <w:rsid w:val="00E904BE"/>
    <w:rsid w:val="00E93A56"/>
    <w:rsid w:val="00E9588E"/>
    <w:rsid w:val="00EA065E"/>
    <w:rsid w:val="00EA0CC8"/>
    <w:rsid w:val="00EA1560"/>
    <w:rsid w:val="00EA4357"/>
    <w:rsid w:val="00EB1BF9"/>
    <w:rsid w:val="00EB4373"/>
    <w:rsid w:val="00EC2633"/>
    <w:rsid w:val="00EC2D09"/>
    <w:rsid w:val="00EC2F74"/>
    <w:rsid w:val="00EC4116"/>
    <w:rsid w:val="00ED0B03"/>
    <w:rsid w:val="00EE7BCC"/>
    <w:rsid w:val="00EE7C43"/>
    <w:rsid w:val="00EF1167"/>
    <w:rsid w:val="00EF1E34"/>
    <w:rsid w:val="00EF6F0E"/>
    <w:rsid w:val="00EF749C"/>
    <w:rsid w:val="00F001AD"/>
    <w:rsid w:val="00F06170"/>
    <w:rsid w:val="00F06F59"/>
    <w:rsid w:val="00F0711F"/>
    <w:rsid w:val="00F10C21"/>
    <w:rsid w:val="00F13AB0"/>
    <w:rsid w:val="00F16041"/>
    <w:rsid w:val="00F2596E"/>
    <w:rsid w:val="00F276EB"/>
    <w:rsid w:val="00F407BD"/>
    <w:rsid w:val="00F4387F"/>
    <w:rsid w:val="00F462FE"/>
    <w:rsid w:val="00F515F7"/>
    <w:rsid w:val="00F517D0"/>
    <w:rsid w:val="00F6095C"/>
    <w:rsid w:val="00F610F3"/>
    <w:rsid w:val="00F719F9"/>
    <w:rsid w:val="00F742E4"/>
    <w:rsid w:val="00F77CA6"/>
    <w:rsid w:val="00F801FC"/>
    <w:rsid w:val="00F87CE3"/>
    <w:rsid w:val="00F945B0"/>
    <w:rsid w:val="00F9590A"/>
    <w:rsid w:val="00F95C14"/>
    <w:rsid w:val="00F97BF5"/>
    <w:rsid w:val="00FA1FB6"/>
    <w:rsid w:val="00FA3AEC"/>
    <w:rsid w:val="00FA4BEB"/>
    <w:rsid w:val="00FA5002"/>
    <w:rsid w:val="00FA53ED"/>
    <w:rsid w:val="00FA5C75"/>
    <w:rsid w:val="00FB4E6A"/>
    <w:rsid w:val="00FB663C"/>
    <w:rsid w:val="00FC1621"/>
    <w:rsid w:val="00FC7C4A"/>
    <w:rsid w:val="00FD6E1B"/>
    <w:rsid w:val="00FE1B20"/>
    <w:rsid w:val="00FF710C"/>
    <w:rsid w:val="00FF7856"/>
    <w:rsid w:val="00FF7C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EEB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B1EE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DB1E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1EEB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120</TotalTime>
  <Pages>5</Pages>
  <Words>1525</Words>
  <Characters>8695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KowalskihSV</dc:creator>
  <cp:keywords/>
  <dc:description/>
  <cp:lastModifiedBy>User</cp:lastModifiedBy>
  <cp:revision>10</cp:revision>
  <cp:lastPrinted>2015-03-31T10:45:00Z</cp:lastPrinted>
  <dcterms:created xsi:type="dcterms:W3CDTF">2014-03-27T06:33:00Z</dcterms:created>
  <dcterms:modified xsi:type="dcterms:W3CDTF">2015-03-31T10:46:00Z</dcterms:modified>
</cp:coreProperties>
</file>